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Math </w:t>
      </w:r>
      <w:r w:rsidR="00A61DF1">
        <w:rPr>
          <w:rFonts w:ascii="Times New Roman" w:hAnsi="Times New Roman"/>
          <w:b/>
        </w:rPr>
        <w:t>Lesson Plan</w:t>
      </w:r>
    </w:p>
    <w:p w:rsidR="00A61DF1" w:rsidRDefault="00FD43CF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 1 – Date: September 6</w:t>
      </w:r>
      <w:r w:rsidR="00393BED" w:rsidRPr="00393BED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and 7</w:t>
      </w:r>
      <w:r w:rsidR="00393BED" w:rsidRPr="00393BED">
        <w:rPr>
          <w:rFonts w:ascii="Times New Roman" w:hAnsi="Times New Roman"/>
          <w:b/>
          <w:vertAlign w:val="superscript"/>
        </w:rPr>
        <w:t>th</w:t>
      </w:r>
      <w:r w:rsidR="00393BED">
        <w:rPr>
          <w:rFonts w:ascii="Times New Roman" w:hAnsi="Times New Roman"/>
          <w:b/>
        </w:rPr>
        <w:t xml:space="preserve"> 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B4664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64B" w:rsidRPr="005841A6" w:rsidRDefault="00B4664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5018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can we generate equivalent expressions?</w:t>
            </w:r>
          </w:p>
          <w:p w:rsidR="00B4664B" w:rsidRPr="00F53206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are variables used in mathematics?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Pr="00F53206" w:rsidRDefault="00D30B04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6.EE.2c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Bloom’s/ DOK 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Pr="00F53206" w:rsidRDefault="00D30B04" w:rsidP="00BF668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30B04">
              <w:rPr>
                <w:rFonts w:asciiTheme="minorHAnsi" w:hAnsiTheme="minorHAnsi" w:cstheme="minorHAnsi"/>
                <w:sz w:val="24"/>
                <w:szCs w:val="24"/>
              </w:rPr>
              <w:t>Perform</w:t>
            </w:r>
            <w:r w:rsidR="00BF668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30B04">
              <w:rPr>
                <w:rFonts w:asciiTheme="minorHAnsi" w:hAnsiTheme="minorHAnsi" w:cstheme="minorHAnsi"/>
                <w:sz w:val="24"/>
                <w:szCs w:val="24"/>
              </w:rPr>
              <w:t>(apply-3)</w:t>
            </w:r>
            <w:r w:rsidR="00BF668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30B04">
              <w:rPr>
                <w:rFonts w:asciiTheme="minorHAnsi" w:hAnsiTheme="minorHAnsi" w:cstheme="minorHAnsi"/>
                <w:sz w:val="24"/>
                <w:szCs w:val="24"/>
              </w:rPr>
              <w:t>(DOK1)</w:t>
            </w:r>
          </w:p>
        </w:tc>
      </w:tr>
      <w:tr w:rsidR="00095627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095627" w:rsidRPr="00ED129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B04" w:rsidRPr="00BF6688" w:rsidRDefault="00D30B04" w:rsidP="00D30B04">
            <w:pPr>
              <w:numPr>
                <w:ilvl w:val="0"/>
                <w:numId w:val="8"/>
              </w:numPr>
              <w:spacing w:after="0" w:line="240" w:lineRule="auto"/>
              <w:ind w:left="252" w:hanging="252"/>
              <w:rPr>
                <w:rFonts w:asciiTheme="minorHAnsi" w:hAnsiTheme="minorHAnsi" w:cstheme="minorHAnsi"/>
                <w:sz w:val="24"/>
                <w:szCs w:val="24"/>
              </w:rPr>
            </w:pPr>
            <w:r w:rsidRPr="00BF6688">
              <w:rPr>
                <w:rFonts w:asciiTheme="minorHAnsi" w:hAnsiTheme="minorHAnsi" w:cstheme="minorHAnsi"/>
                <w:sz w:val="24"/>
                <w:szCs w:val="24"/>
              </w:rPr>
              <w:t>I can apply the order of operations.</w:t>
            </w:r>
          </w:p>
          <w:p w:rsidR="00D30B04" w:rsidRPr="00393BED" w:rsidRDefault="00D30B04" w:rsidP="00D30B0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Ex: 3+2</w:t>
            </w:r>
            <w:r>
              <w:rPr>
                <w:rFonts w:cstheme="minorHAnsi"/>
                <w:sz w:val="24"/>
                <w:szCs w:val="24"/>
              </w:rPr>
              <w:t>²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-5 =          36 + 8 – 7 x 11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420F29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Exponents, sum, product, quotient, difference, simplify, base, distributive property, solve, evaluate, PEMDAS, OPSCOTCH, For Looking Rough </w:t>
            </w:r>
          </w:p>
          <w:p w:rsidR="00420F29" w:rsidRDefault="00FD43CF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1468755</wp:posOffset>
                      </wp:positionH>
                      <wp:positionV relativeFrom="paragraph">
                        <wp:posOffset>62230</wp:posOffset>
                      </wp:positionV>
                      <wp:extent cx="521335" cy="318770"/>
                      <wp:effectExtent l="11430" t="5080" r="10160" b="9525"/>
                      <wp:wrapNone/>
                      <wp:docPr id="6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133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style="position:absolute;margin-left:115.65pt;margin-top:4.9pt;width:41.05pt;height:2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"/>
                  </w:pict>
                </mc:Fallback>
              </mc:AlternateContent>
            </w:r>
          </w:p>
          <w:p w:rsidR="00420F29" w:rsidRDefault="00420F29" w:rsidP="00420F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Parentheses</w:t>
            </w:r>
          </w:p>
          <w:p w:rsidR="00420F29" w:rsidRDefault="00FD43CF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1468755</wp:posOffset>
                      </wp:positionH>
                      <wp:positionV relativeFrom="paragraph">
                        <wp:posOffset>88900</wp:posOffset>
                      </wp:positionV>
                      <wp:extent cx="521335" cy="318770"/>
                      <wp:effectExtent l="11430" t="12700" r="10160" b="11430"/>
                      <wp:wrapNone/>
                      <wp:docPr id="5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133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" o:spid="_x0000_s1026" style="position:absolute;margin-left:115.65pt;margin-top:7pt;width:41.0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zjYIQIAADs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"/>
                  </w:pict>
                </mc:Fallback>
              </mc:AlternateContent>
            </w:r>
          </w:p>
          <w:p w:rsidR="00420F29" w:rsidRDefault="00420F29" w:rsidP="00420F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Exponents</w:t>
            </w:r>
          </w:p>
          <w:p w:rsidR="00420F29" w:rsidRDefault="00FD43CF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1685290</wp:posOffset>
                      </wp:positionH>
                      <wp:positionV relativeFrom="paragraph">
                        <wp:posOffset>115570</wp:posOffset>
                      </wp:positionV>
                      <wp:extent cx="521335" cy="318770"/>
                      <wp:effectExtent l="8890" t="10795" r="12700" b="13335"/>
                      <wp:wrapNone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133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132.7pt;margin-top:9.1pt;width:41.05pt;height:2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NGNIgIAADs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115570</wp:posOffset>
                      </wp:positionV>
                      <wp:extent cx="521335" cy="318770"/>
                      <wp:effectExtent l="11430" t="10795" r="10160" b="13335"/>
                      <wp:wrapNone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133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91.65pt;margin-top:9.1pt;width:41.05pt;height:2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"/>
                  </w:pict>
                </mc:Fallback>
              </mc:AlternateContent>
            </w:r>
          </w:p>
          <w:p w:rsidR="00420F29" w:rsidRDefault="00420F29" w:rsidP="00420F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Multiply and Divide</w:t>
            </w:r>
          </w:p>
          <w:p w:rsidR="00420F29" w:rsidRDefault="00420F29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20F29" w:rsidRDefault="00FD43CF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1685290</wp:posOffset>
                      </wp:positionH>
                      <wp:positionV relativeFrom="paragraph">
                        <wp:posOffset>-3810</wp:posOffset>
                      </wp:positionV>
                      <wp:extent cx="521335" cy="318770"/>
                      <wp:effectExtent l="8890" t="5715" r="12700" b="889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133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132.7pt;margin-top:-.3pt;width:41.05pt;height:2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1163955</wp:posOffset>
                      </wp:positionH>
                      <wp:positionV relativeFrom="paragraph">
                        <wp:posOffset>-3810</wp:posOffset>
                      </wp:positionV>
                      <wp:extent cx="521335" cy="318770"/>
                      <wp:effectExtent l="11430" t="5715" r="10160" b="8890"/>
                      <wp:wrapNone/>
                      <wp:docPr id="1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1335" cy="3187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91.65pt;margin-top:-.3pt;width:41.05pt;height:2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"/>
                  </w:pict>
                </mc:Fallback>
              </mc:AlternateContent>
            </w:r>
          </w:p>
          <w:p w:rsidR="00420F29" w:rsidRDefault="00420F29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              Add and Subtract</w:t>
            </w:r>
          </w:p>
          <w:p w:rsidR="00420F29" w:rsidRDefault="00420F29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427C4" w:rsidRPr="00393BED" w:rsidRDefault="006427C4" w:rsidP="00BC2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4B37F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Technology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D2844" w:rsidRDefault="004B37F7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1-5 pg. 24</w:t>
            </w:r>
            <w:r w:rsidR="00EF0435">
              <w:rPr>
                <w:rFonts w:ascii="Times New Roman" w:hAnsi="Times New Roman"/>
                <w:b/>
                <w:sz w:val="20"/>
                <w:szCs w:val="20"/>
              </w:rPr>
              <w:t>-25</w:t>
            </w:r>
          </w:p>
          <w:p w:rsidR="004B37F7" w:rsidRDefault="004B37F7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MathScool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lesson 1.1</w:t>
            </w:r>
          </w:p>
          <w:p w:rsidR="004B37F7" w:rsidRDefault="004B37F7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1-4 pg. 22</w:t>
            </w:r>
          </w:p>
          <w:p w:rsidR="00BF6688" w:rsidRPr="005841A6" w:rsidRDefault="00BF6688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64680C" w:rsidP="004B37F7">
            <w:pPr>
              <w:autoSpaceDE w:val="0"/>
              <w:autoSpaceDN w:val="0"/>
              <w:adjustRightInd w:val="0"/>
            </w:pPr>
            <w:hyperlink r:id="rId8" w:history="1">
              <w:r w:rsidR="004B37F7" w:rsidRPr="00F53206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Representing the Dimensions &amp; Area of a Rectangle</w:t>
              </w:r>
            </w:hyperlink>
          </w:p>
          <w:p w:rsidR="00BF6688" w:rsidRDefault="0064680C" w:rsidP="004B37F7">
            <w:pPr>
              <w:autoSpaceDE w:val="0"/>
              <w:autoSpaceDN w:val="0"/>
              <w:adjustRightInd w:val="0"/>
            </w:pPr>
            <w:hyperlink r:id="rId9" w:history="1">
              <w:r w:rsidR="00BF6688">
                <w:rPr>
                  <w:rStyle w:val="Hyperlink"/>
                </w:rPr>
                <w:t>http://www.teach-nology.com/worksheets/math/order/ops18.pdf</w:t>
              </w:r>
            </w:hyperlink>
          </w:p>
          <w:p w:rsidR="00BF6688" w:rsidRPr="005841A6" w:rsidRDefault="00BF6688" w:rsidP="004B37F7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D85633" w:rsidRDefault="00095627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095627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627" w:rsidRPr="00864684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095627" w:rsidRPr="00A27609" w:rsidRDefault="00095627" w:rsidP="004105AB">
            <w:pPr>
              <w:pStyle w:val="ListParagraph"/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A27609" w:rsidRDefault="00095627" w:rsidP="00A276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>6.  Attend to precision.</w:t>
            </w:r>
          </w:p>
          <w:p w:rsidR="00095627" w:rsidRPr="002C6A3F" w:rsidRDefault="00095627" w:rsidP="00A27609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</w:t>
            </w:r>
            <w:r w:rsidR="007302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F6688" w:rsidRDefault="00BF668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Warm-up overhead</w:t>
            </w:r>
          </w:p>
          <w:p w:rsidR="006427C4" w:rsidRPr="005841A6" w:rsidRDefault="006427C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Homework Review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427C4" w:rsidRPr="006427C4" w:rsidRDefault="006427C4" w:rsidP="00EF04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C4">
              <w:rPr>
                <w:rFonts w:ascii="Times New Roman" w:hAnsi="Times New Roman"/>
                <w:b/>
                <w:sz w:val="24"/>
                <w:szCs w:val="24"/>
              </w:rPr>
              <w:t xml:space="preserve">Day One: </w:t>
            </w:r>
          </w:p>
          <w:p w:rsidR="006427C4" w:rsidRDefault="006427C4" w:rsidP="00EF04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F6688" w:rsidRDefault="00EF0435" w:rsidP="00EF04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Place on board, students try different methods to reach the expected outcome:</w:t>
            </w:r>
          </w:p>
          <w:p w:rsidR="00EF0435" w:rsidRDefault="00EF0435" w:rsidP="00EF04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8 ÷ 1+3 x 5² - 2 =  </w:t>
            </w:r>
          </w:p>
          <w:p w:rsidR="00EF0435" w:rsidRDefault="00EF0435" w:rsidP="00EF04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F0435" w:rsidRDefault="00EF0435" w:rsidP="00EF04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OR Cloud Activity pg. 24 Bell ringer Glencoe</w:t>
            </w:r>
          </w:p>
          <w:p w:rsidR="006427C4" w:rsidRDefault="006427C4" w:rsidP="00EF04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427C4" w:rsidRDefault="006427C4" w:rsidP="00EF043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Day Two: </w:t>
            </w:r>
          </w:p>
          <w:p w:rsidR="006427C4" w:rsidRPr="006427C4" w:rsidRDefault="006427C4" w:rsidP="006427C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Short quiz, order of operations</w:t>
            </w:r>
          </w:p>
        </w:tc>
      </w:tr>
      <w:tr w:rsidR="00095627" w:rsidRPr="005841A6" w:rsidTr="00A61DF1">
        <w:trPr>
          <w:trHeight w:val="21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Cognitive Teaching Strategies</w:t>
            </w: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B3068" w:rsidRDefault="00EB3068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6427C4">
              <w:rPr>
                <w:rFonts w:ascii="Times New Roman" w:hAnsi="Times New Roman"/>
                <w:b/>
                <w:sz w:val="20"/>
                <w:szCs w:val="20"/>
              </w:rPr>
              <w:t>Foldable for PEMDAS.</w:t>
            </w:r>
          </w:p>
          <w:p w:rsidR="00EF0435" w:rsidRDefault="00EF0435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F0435" w:rsidRDefault="00EF0435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Review from Glencoe 24-25. </w:t>
            </w:r>
          </w:p>
          <w:p w:rsidR="00EF0435" w:rsidRDefault="00EF0435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427C4" w:rsidRDefault="006427C4" w:rsidP="006427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27C4">
              <w:rPr>
                <w:rFonts w:ascii="Times New Roman" w:hAnsi="Times New Roman"/>
                <w:b/>
                <w:sz w:val="24"/>
                <w:szCs w:val="24"/>
              </w:rPr>
              <w:t>Day Two:</w:t>
            </w:r>
          </w:p>
          <w:p w:rsidR="006427C4" w:rsidRDefault="006427C4" w:rsidP="006427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Order of operations calendar. </w:t>
            </w:r>
          </w:p>
          <w:p w:rsidR="002A482A" w:rsidRDefault="002A482A" w:rsidP="006427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Introduce Vocabulary</w:t>
            </w:r>
            <w:r w:rsidR="00BC2BD1">
              <w:rPr>
                <w:rFonts w:ascii="Times New Roman" w:hAnsi="Times New Roman"/>
                <w:b/>
                <w:sz w:val="24"/>
                <w:szCs w:val="24"/>
              </w:rPr>
              <w:t>(See next lesson plan)</w:t>
            </w:r>
          </w:p>
          <w:p w:rsidR="006427C4" w:rsidRDefault="006427C4" w:rsidP="006427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F0435" w:rsidRPr="00EB3068" w:rsidRDefault="00EF0435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F0435" w:rsidRPr="005841A6" w:rsidRDefault="00EF0435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One: Chat about the two big mistakes students make when solving using the order of operations. </w:t>
            </w:r>
          </w:p>
        </w:tc>
      </w:tr>
      <w:tr w:rsidR="00095627" w:rsidRPr="005841A6" w:rsidTr="0091357B">
        <w:trPr>
          <w:trHeight w:val="242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Pr="005841A6" w:rsidRDefault="006427C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Note card quick one problem question, use to group next day.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7C4" w:rsidRPr="005841A6" w:rsidRDefault="006427C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Pg. 26 #14-31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DD28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Re-teaching Plan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3068" w:rsidRPr="005841A6" w:rsidRDefault="00D30B0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Re-teaching exponents from lesson one</w:t>
            </w:r>
            <w:r w:rsidR="006427C4">
              <w:rPr>
                <w:rFonts w:ascii="Times New Roman" w:hAnsi="Times New Roman"/>
                <w:b/>
                <w:sz w:val="20"/>
                <w:szCs w:val="20"/>
              </w:rPr>
              <w:t xml:space="preserve"> on day two in small groups. </w:t>
            </w:r>
          </w:p>
        </w:tc>
      </w:tr>
    </w:tbl>
    <w:p w:rsidR="00927757" w:rsidRDefault="0064680C"/>
    <w:sectPr w:rsidR="00927757" w:rsidSect="00A61DF1">
      <w:headerReference w:type="default" r:id="rId10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636" w:rsidRDefault="00B50636" w:rsidP="00A61DF1">
      <w:pPr>
        <w:spacing w:after="0" w:line="240" w:lineRule="auto"/>
      </w:pPr>
      <w:r>
        <w:separator/>
      </w:r>
    </w:p>
  </w:endnote>
  <w:endnote w:type="continuationSeparator" w:id="0">
    <w:p w:rsidR="00B50636" w:rsidRDefault="00B50636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636" w:rsidRDefault="00B50636" w:rsidP="00A61DF1">
      <w:pPr>
        <w:spacing w:after="0" w:line="240" w:lineRule="auto"/>
      </w:pPr>
      <w:r>
        <w:separator/>
      </w:r>
    </w:p>
  </w:footnote>
  <w:footnote w:type="continuationSeparator" w:id="0">
    <w:p w:rsidR="00B50636" w:rsidRDefault="00B50636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C310CF" w:rsidP="00A61DF1">
    <w:pPr>
      <w:pStyle w:val="Header"/>
    </w:pPr>
    <w:r>
      <w:t>[Teacher Name]</w:t>
    </w:r>
    <w:r w:rsidR="00A61DF1">
      <w:tab/>
    </w:r>
    <w:r w:rsidR="00A61DF1">
      <w:ptab w:relativeTo="margin" w:alignment="right" w:leader="none"/>
    </w:r>
    <w:r w:rsidR="00A61DF1">
      <w:t>Date ____________</w:t>
    </w:r>
  </w:p>
  <w:p w:rsidR="00A61DF1" w:rsidRDefault="00C310CF" w:rsidP="00C310CF">
    <w:pPr>
      <w:pStyle w:val="Header"/>
      <w:tabs>
        <w:tab w:val="clear" w:pos="9360"/>
        <w:tab w:val="right" w:pos="10260"/>
      </w:tabs>
    </w:pPr>
    <w:r>
      <w:t>[School Name]</w:t>
    </w:r>
    <w:r w:rsidR="00A61DF1">
      <w:t xml:space="preserve"> 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>
      <w:t xml:space="preserve">Period/Block: </w:t>
    </w:r>
    <w:r w:rsidR="00A61DF1">
      <w:t xml:space="preserve"> 1   2   3   4</w:t>
    </w:r>
    <w:r>
      <w:t xml:space="preserve">   5   6</w:t>
    </w:r>
    <w:r w:rsidR="00A61DF1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3547D"/>
    <w:multiLevelType w:val="hybridMultilevel"/>
    <w:tmpl w:val="F47024C8"/>
    <w:lvl w:ilvl="0" w:tplc="0409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1C2577E3"/>
    <w:multiLevelType w:val="hybridMultilevel"/>
    <w:tmpl w:val="52BECA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20551"/>
    <w:multiLevelType w:val="hybridMultilevel"/>
    <w:tmpl w:val="5FE2F1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A042B"/>
    <w:multiLevelType w:val="hybridMultilevel"/>
    <w:tmpl w:val="317496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4445BC"/>
    <w:multiLevelType w:val="hybridMultilevel"/>
    <w:tmpl w:val="357E7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94B31"/>
    <w:multiLevelType w:val="hybridMultilevel"/>
    <w:tmpl w:val="6BC86C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6E"/>
    <w:rsid w:val="00054DE7"/>
    <w:rsid w:val="00095627"/>
    <w:rsid w:val="001B01C8"/>
    <w:rsid w:val="001E60D3"/>
    <w:rsid w:val="001F15CB"/>
    <w:rsid w:val="001F446E"/>
    <w:rsid w:val="002A482A"/>
    <w:rsid w:val="003647A9"/>
    <w:rsid w:val="00393BED"/>
    <w:rsid w:val="004105AB"/>
    <w:rsid w:val="00420F29"/>
    <w:rsid w:val="00445DAD"/>
    <w:rsid w:val="00467FBA"/>
    <w:rsid w:val="004B37F7"/>
    <w:rsid w:val="004D3530"/>
    <w:rsid w:val="005F3AAB"/>
    <w:rsid w:val="00602BD0"/>
    <w:rsid w:val="006310C8"/>
    <w:rsid w:val="006427C4"/>
    <w:rsid w:val="0064680C"/>
    <w:rsid w:val="006910A5"/>
    <w:rsid w:val="006A36B7"/>
    <w:rsid w:val="00730262"/>
    <w:rsid w:val="0085056E"/>
    <w:rsid w:val="0085472F"/>
    <w:rsid w:val="00897E04"/>
    <w:rsid w:val="0091357B"/>
    <w:rsid w:val="0091416D"/>
    <w:rsid w:val="00995AF7"/>
    <w:rsid w:val="009A4C2E"/>
    <w:rsid w:val="00A27609"/>
    <w:rsid w:val="00A345B9"/>
    <w:rsid w:val="00A61DF1"/>
    <w:rsid w:val="00B4664B"/>
    <w:rsid w:val="00B50636"/>
    <w:rsid w:val="00B53436"/>
    <w:rsid w:val="00BC2BD1"/>
    <w:rsid w:val="00BE73E4"/>
    <w:rsid w:val="00BF6688"/>
    <w:rsid w:val="00C23428"/>
    <w:rsid w:val="00C310CF"/>
    <w:rsid w:val="00C962C3"/>
    <w:rsid w:val="00D30B04"/>
    <w:rsid w:val="00D749EC"/>
    <w:rsid w:val="00D76754"/>
    <w:rsid w:val="00DD2844"/>
    <w:rsid w:val="00DE4551"/>
    <w:rsid w:val="00E208D9"/>
    <w:rsid w:val="00E24A5B"/>
    <w:rsid w:val="00E349DC"/>
    <w:rsid w:val="00E80BDA"/>
    <w:rsid w:val="00EB3068"/>
    <w:rsid w:val="00EF0435"/>
    <w:rsid w:val="00F65018"/>
    <w:rsid w:val="00FA682E"/>
    <w:rsid w:val="00FD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ms.gcsnc.com/lvcontentitems_41/lvContentItems_41/DispForm.aspx?ID=144&amp;source=/_layouts/LearningVillage/CloseDialog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ach-nology.com/worksheets/math/order/ops18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0</TotalTime>
  <Pages>2</Pages>
  <Words>303</Words>
  <Characters>1728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Sterling</dc:creator>
  <cp:lastModifiedBy>Phillips, Elizabeth</cp:lastModifiedBy>
  <cp:revision>2</cp:revision>
  <dcterms:created xsi:type="dcterms:W3CDTF">2012-07-26T17:07:00Z</dcterms:created>
  <dcterms:modified xsi:type="dcterms:W3CDTF">2012-07-26T17:07:00Z</dcterms:modified>
</cp:coreProperties>
</file>